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D2" w:rsidRDefault="00BE2BD2" w:rsidP="009F3A44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BE2BD2" w:rsidRDefault="00BE2BD2" w:rsidP="00801EE9">
      <w:pPr>
        <w:spacing w:after="0"/>
        <w:jc w:val="center"/>
        <w:rPr>
          <w:rFonts w:ascii="Times New Roman" w:hAnsi="Times New Roman"/>
          <w:b/>
        </w:rPr>
      </w:pPr>
    </w:p>
    <w:p w:rsidR="00BE2BD2" w:rsidRPr="008328C9" w:rsidRDefault="00BE2BD2" w:rsidP="00801EE9">
      <w:pPr>
        <w:spacing w:after="0"/>
        <w:jc w:val="center"/>
        <w:rPr>
          <w:rFonts w:ascii="Times New Roman" w:hAnsi="Times New Roman"/>
          <w:b/>
        </w:rPr>
      </w:pPr>
      <w:r w:rsidRPr="008328C9">
        <w:rPr>
          <w:rFonts w:ascii="Times New Roman" w:hAnsi="Times New Roman"/>
          <w:b/>
        </w:rPr>
        <w:t xml:space="preserve">Uchwała nr </w:t>
      </w:r>
      <w:r w:rsidRPr="008328C9">
        <w:rPr>
          <w:rFonts w:ascii="Times New Roman" w:hAnsi="Times New Roman"/>
          <w:b/>
          <w:i/>
        </w:rPr>
        <w:t>(nr posiedzenia/kolejny numer uchwały w ramach naboru/dwie ostatnie cyfry roku)</w:t>
      </w:r>
    </w:p>
    <w:p w:rsidR="00BE2BD2" w:rsidRPr="009F3A44" w:rsidRDefault="00BE2BD2" w:rsidP="00801EE9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:rsidR="00BE2BD2" w:rsidRPr="009F3A44" w:rsidRDefault="00BE2BD2" w:rsidP="00801EE9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:rsidR="00BE2BD2" w:rsidRDefault="00BE2BD2" w:rsidP="00801EE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:rsidR="00BE2BD2" w:rsidRDefault="00BE2BD2" w:rsidP="009F3A44">
      <w:pPr>
        <w:spacing w:after="0"/>
        <w:jc w:val="center"/>
        <w:rPr>
          <w:rFonts w:ascii="Times New Roman" w:hAnsi="Times New Roman"/>
          <w:b/>
        </w:rPr>
      </w:pPr>
    </w:p>
    <w:p w:rsidR="00BE2BD2" w:rsidRDefault="00BE2BD2" w:rsidP="009F3A44">
      <w:pPr>
        <w:spacing w:after="0"/>
        <w:jc w:val="center"/>
        <w:rPr>
          <w:rFonts w:ascii="Times New Roman" w:hAnsi="Times New Roman"/>
          <w:b/>
        </w:rPr>
      </w:pPr>
    </w:p>
    <w:p w:rsidR="00BE2BD2" w:rsidRDefault="00BE2BD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</w:t>
      </w:r>
      <w:r>
        <w:rPr>
          <w:rFonts w:ascii="Times New Roman" w:hAnsi="Times New Roman"/>
        </w:rPr>
        <w:t>pozostawienia wniosku bez rozpatrzenia</w:t>
      </w:r>
    </w:p>
    <w:p w:rsidR="00BE2BD2" w:rsidRDefault="00BE2BD2" w:rsidP="009F3A44">
      <w:pPr>
        <w:spacing w:after="0"/>
        <w:jc w:val="center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jc w:val="both"/>
        <w:rPr>
          <w:rFonts w:ascii="Times New Roman" w:hAnsi="Times New Roman"/>
        </w:rPr>
      </w:pPr>
      <w:r w:rsidRPr="004C2960">
        <w:rPr>
          <w:rFonts w:ascii="Times New Roman" w:hAnsi="Times New Roman"/>
        </w:rPr>
        <w:t>Na podstawie § 24 ust. 9 Statutu Stowarzyszenia Lokalna Grupa Działania „Ziemi Chełmskiej” uchwala się co następuje:</w:t>
      </w:r>
    </w:p>
    <w:p w:rsidR="00BE2BD2" w:rsidRPr="004C2960" w:rsidRDefault="00BE2BD2" w:rsidP="009F3A44">
      <w:pPr>
        <w:spacing w:after="0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  <w:r w:rsidRPr="004C2960">
        <w:rPr>
          <w:rFonts w:ascii="Times New Roman" w:hAnsi="Times New Roman"/>
        </w:rPr>
        <w:t>§1</w:t>
      </w:r>
    </w:p>
    <w:p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:rsidR="00BE2BD2" w:rsidRPr="004C2960" w:rsidRDefault="00BE2BD2" w:rsidP="000C3876">
      <w:pPr>
        <w:spacing w:after="0"/>
        <w:jc w:val="both"/>
        <w:rPr>
          <w:rFonts w:ascii="Times New Roman" w:hAnsi="Times New Roman"/>
          <w:i/>
        </w:rPr>
      </w:pPr>
      <w:r w:rsidRPr="004C2960">
        <w:rPr>
          <w:rFonts w:ascii="Times New Roman" w:hAnsi="Times New Roman"/>
        </w:rPr>
        <w:t xml:space="preserve">Mając na uwadze niespełnienie wymagań formalnych, określonych w §14 ust. 6 Procedury naboru w ramach konkursu grantowego Stowarzyszenia Lokalna Grupa Działania „Ziemi Chełmskiej”, tj. …….. </w:t>
      </w:r>
      <w:r w:rsidRPr="004C2960">
        <w:rPr>
          <w:rFonts w:ascii="Times New Roman" w:hAnsi="Times New Roman"/>
          <w:i/>
        </w:rPr>
        <w:t>(kryteria formalne niespełnione)</w:t>
      </w:r>
      <w:r w:rsidRPr="004C2960">
        <w:rPr>
          <w:rFonts w:ascii="Times New Roman" w:hAnsi="Times New Roman"/>
        </w:rPr>
        <w:t xml:space="preserve">, wniosek o powierzenie grantu pod tytułem …….. </w:t>
      </w:r>
      <w:r w:rsidRPr="004C2960">
        <w:rPr>
          <w:rFonts w:ascii="Times New Roman" w:hAnsi="Times New Roman"/>
          <w:i/>
        </w:rPr>
        <w:t>(tytuł grantu)</w:t>
      </w:r>
      <w:r w:rsidRPr="004C2960">
        <w:rPr>
          <w:rFonts w:ascii="Times New Roman" w:hAnsi="Times New Roman"/>
        </w:rPr>
        <w:t xml:space="preserve">, zarejestrowany pod numerem ………… </w:t>
      </w:r>
      <w:r w:rsidRPr="004C2960">
        <w:rPr>
          <w:rFonts w:ascii="Times New Roman" w:hAnsi="Times New Roman"/>
          <w:i/>
        </w:rPr>
        <w:t>(numer wniosku)</w:t>
      </w:r>
      <w:r w:rsidRPr="004C2960">
        <w:rPr>
          <w:rFonts w:ascii="Times New Roman" w:hAnsi="Times New Roman"/>
        </w:rPr>
        <w:t xml:space="preserve">, którego Wnioskodawcą jest ………. </w:t>
      </w:r>
      <w:r w:rsidRPr="004C2960">
        <w:rPr>
          <w:rFonts w:ascii="Times New Roman" w:hAnsi="Times New Roman"/>
          <w:i/>
        </w:rPr>
        <w:t>(Imię i nazwisko/Nazwa Wnioskodawcy, adres, nr identyfikacyjny w ARiMR)</w:t>
      </w:r>
      <w:r w:rsidRPr="004C2960">
        <w:rPr>
          <w:rFonts w:ascii="Times New Roman" w:hAnsi="Times New Roman"/>
        </w:rPr>
        <w:t xml:space="preserve"> wnioskujący o ……… zł </w:t>
      </w:r>
      <w:r w:rsidRPr="004C2960">
        <w:rPr>
          <w:rFonts w:ascii="Times New Roman" w:hAnsi="Times New Roman"/>
          <w:i/>
        </w:rPr>
        <w:t xml:space="preserve">(wnioskowana kwota pomocy) </w:t>
      </w:r>
      <w:r w:rsidRPr="004C2960">
        <w:rPr>
          <w:rFonts w:ascii="Times New Roman" w:hAnsi="Times New Roman"/>
        </w:rPr>
        <w:t>pozostawia się bez rozpatrzenia.</w:t>
      </w:r>
    </w:p>
    <w:p w:rsidR="00BE2BD2" w:rsidRPr="004C2960" w:rsidRDefault="00BE2BD2" w:rsidP="009F3A44">
      <w:pPr>
        <w:spacing w:after="0"/>
        <w:jc w:val="both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jc w:val="both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  <w:r w:rsidRPr="004C2960">
        <w:rPr>
          <w:rFonts w:ascii="Times New Roman" w:hAnsi="Times New Roman"/>
        </w:rPr>
        <w:t>§2</w:t>
      </w:r>
    </w:p>
    <w:p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rPr>
          <w:rFonts w:ascii="Times New Roman" w:hAnsi="Times New Roman"/>
        </w:rPr>
      </w:pPr>
      <w:r w:rsidRPr="004C2960">
        <w:rPr>
          <w:rFonts w:ascii="Times New Roman" w:hAnsi="Times New Roman"/>
        </w:rPr>
        <w:t>Uchwała wchodzi w życie z dniem podjęcia.</w:t>
      </w:r>
    </w:p>
    <w:p w:rsidR="00BE2BD2" w:rsidRPr="004C2960" w:rsidRDefault="00BE2BD2" w:rsidP="009F3A44">
      <w:pPr>
        <w:spacing w:after="0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  <w:r w:rsidRPr="004C2960">
        <w:rPr>
          <w:rFonts w:ascii="Times New Roman" w:hAnsi="Times New Roman"/>
        </w:rPr>
        <w:t>§3</w:t>
      </w:r>
    </w:p>
    <w:p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:rsidR="00BE2BD2" w:rsidRPr="004C2960" w:rsidRDefault="00BE2BD2" w:rsidP="009F3A44">
      <w:pPr>
        <w:spacing w:after="0"/>
        <w:rPr>
          <w:rFonts w:ascii="Times New Roman" w:hAnsi="Times New Roman"/>
        </w:rPr>
      </w:pPr>
      <w:r w:rsidRPr="004C2960">
        <w:rPr>
          <w:rFonts w:ascii="Times New Roman" w:hAnsi="Times New Roman"/>
        </w:rPr>
        <w:t>Wykonanie Uchwały powierza się Przewodniczącemu Rady Programowej.</w:t>
      </w:r>
    </w:p>
    <w:p w:rsidR="00BE2BD2" w:rsidRPr="004C2960" w:rsidRDefault="00BE2BD2" w:rsidP="009F3A44">
      <w:pPr>
        <w:spacing w:after="0"/>
        <w:rPr>
          <w:rFonts w:ascii="Times New Roman" w:hAnsi="Times New Roman"/>
        </w:rPr>
      </w:pPr>
    </w:p>
    <w:p w:rsidR="00BE2BD2" w:rsidRDefault="00BE2BD2" w:rsidP="009F3A44">
      <w:pPr>
        <w:spacing w:after="0"/>
        <w:rPr>
          <w:rFonts w:ascii="Times New Roman" w:hAnsi="Times New Roman"/>
        </w:rPr>
      </w:pPr>
    </w:p>
    <w:p w:rsidR="00BE2BD2" w:rsidRDefault="00BE2BD2" w:rsidP="009F3A44">
      <w:pPr>
        <w:spacing w:after="0"/>
        <w:rPr>
          <w:rFonts w:ascii="Times New Roman" w:hAnsi="Times New Roman"/>
        </w:rPr>
      </w:pPr>
    </w:p>
    <w:p w:rsidR="00BE2BD2" w:rsidRDefault="00BE2BD2" w:rsidP="009F3A44">
      <w:pPr>
        <w:spacing w:after="0"/>
        <w:rPr>
          <w:rFonts w:ascii="Times New Roman" w:hAnsi="Times New Roman"/>
        </w:rPr>
      </w:pPr>
    </w:p>
    <w:p w:rsidR="00BE2BD2" w:rsidRDefault="00BE2BD2" w:rsidP="009F3A44">
      <w:pPr>
        <w:spacing w:after="0"/>
        <w:rPr>
          <w:rFonts w:ascii="Times New Roman" w:hAnsi="Times New Roman"/>
        </w:rPr>
      </w:pPr>
    </w:p>
    <w:p w:rsidR="00BE2BD2" w:rsidRDefault="00BE2BD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……………………………………….</w:t>
      </w:r>
    </w:p>
    <w:p w:rsidR="00BE2BD2" w:rsidRPr="009F3A44" w:rsidRDefault="00BE2BD2" w:rsidP="004C2960">
      <w:pPr>
        <w:spacing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</w:t>
      </w:r>
      <w:r w:rsidRPr="009F3A44">
        <w:rPr>
          <w:rFonts w:ascii="Times New Roman" w:hAnsi="Times New Roman"/>
          <w:i/>
        </w:rPr>
        <w:t>Przewodniczący Rady Programowej</w:t>
      </w:r>
    </w:p>
    <w:sectPr w:rsidR="00BE2BD2" w:rsidRPr="009F3A44" w:rsidSect="00D07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BD2" w:rsidRDefault="00BE2BD2" w:rsidP="00D075C7">
      <w:pPr>
        <w:spacing w:after="0" w:line="240" w:lineRule="auto"/>
      </w:pPr>
      <w:r>
        <w:separator/>
      </w:r>
    </w:p>
  </w:endnote>
  <w:endnote w:type="continuationSeparator" w:id="0">
    <w:p w:rsidR="00BE2BD2" w:rsidRDefault="00BE2BD2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BD2" w:rsidRDefault="00BE2B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BD2" w:rsidRDefault="00BE2B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BD2" w:rsidRDefault="00BE2B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BD2" w:rsidRDefault="00BE2BD2" w:rsidP="00D075C7">
      <w:pPr>
        <w:spacing w:after="0" w:line="240" w:lineRule="auto"/>
      </w:pPr>
      <w:r>
        <w:separator/>
      </w:r>
    </w:p>
  </w:footnote>
  <w:footnote w:type="continuationSeparator" w:id="0">
    <w:p w:rsidR="00BE2BD2" w:rsidRDefault="00BE2BD2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BD2" w:rsidRDefault="00BE2B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BD2" w:rsidRPr="00D075C7" w:rsidRDefault="00BE2BD2" w:rsidP="002058CC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Załącznik nr 3</w:t>
    </w:r>
  </w:p>
  <w:p w:rsidR="00BE2BD2" w:rsidRDefault="00BE2BD2" w:rsidP="002058CC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d</w:t>
    </w:r>
    <w:r w:rsidRPr="00D075C7">
      <w:rPr>
        <w:rFonts w:ascii="Times New Roman" w:hAnsi="Times New Roman"/>
        <w:i/>
        <w:sz w:val="18"/>
        <w:szCs w:val="18"/>
      </w:rPr>
      <w:t xml:space="preserve">o procedury </w:t>
    </w:r>
    <w:r>
      <w:rPr>
        <w:rFonts w:ascii="Times New Roman" w:hAnsi="Times New Roman"/>
        <w:i/>
        <w:sz w:val="18"/>
        <w:szCs w:val="18"/>
      </w:rPr>
      <w:t>naboru w ramach konkursu grantowego</w:t>
    </w:r>
  </w:p>
  <w:p w:rsidR="00BE2BD2" w:rsidRDefault="00BE2BD2" w:rsidP="002058CC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Stowarzyszenia Lokalna Grupa Działania „Ziemi Chełmskiej”</w:t>
    </w:r>
  </w:p>
  <w:p w:rsidR="00BE2BD2" w:rsidRPr="00D075C7" w:rsidRDefault="00BE2BD2" w:rsidP="002058CC">
    <w:pPr>
      <w:spacing w:after="0"/>
      <w:jc w:val="right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w ramach poddziałania </w:t>
    </w:r>
    <w:r w:rsidRPr="00D075C7">
      <w:rPr>
        <w:rFonts w:ascii="Times New Roman" w:hAnsi="Times New Roman"/>
        <w:i/>
        <w:sz w:val="18"/>
        <w:szCs w:val="18"/>
      </w:rPr>
      <w:t>„Wsparcie na wdrażanie operacji w ramach strategii rozwoju lokalnego</w:t>
    </w:r>
  </w:p>
  <w:p w:rsidR="00BE2BD2" w:rsidRPr="00D075C7" w:rsidRDefault="00BE2BD2" w:rsidP="002058CC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D075C7">
      <w:rPr>
        <w:rFonts w:ascii="Times New Roman" w:hAnsi="Times New Roman"/>
        <w:i/>
        <w:sz w:val="18"/>
        <w:szCs w:val="18"/>
      </w:rPr>
      <w:t>kierowanego przez społeczność” objętego PROW 2014-2020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BD2" w:rsidRDefault="00BE2B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839"/>
    <w:rsid w:val="000257E2"/>
    <w:rsid w:val="00044235"/>
    <w:rsid w:val="000603AC"/>
    <w:rsid w:val="000C3876"/>
    <w:rsid w:val="000C4770"/>
    <w:rsid w:val="000D2163"/>
    <w:rsid w:val="000E4158"/>
    <w:rsid w:val="00132012"/>
    <w:rsid w:val="00144B55"/>
    <w:rsid w:val="001A48A9"/>
    <w:rsid w:val="00205158"/>
    <w:rsid w:val="002058CC"/>
    <w:rsid w:val="00255B09"/>
    <w:rsid w:val="00303488"/>
    <w:rsid w:val="00311F1E"/>
    <w:rsid w:val="00324E61"/>
    <w:rsid w:val="003350D3"/>
    <w:rsid w:val="003522B5"/>
    <w:rsid w:val="00366411"/>
    <w:rsid w:val="00377BF9"/>
    <w:rsid w:val="003E40A3"/>
    <w:rsid w:val="00417988"/>
    <w:rsid w:val="004952F1"/>
    <w:rsid w:val="004C2960"/>
    <w:rsid w:val="004F2ED2"/>
    <w:rsid w:val="005F0731"/>
    <w:rsid w:val="00612DE6"/>
    <w:rsid w:val="006138DB"/>
    <w:rsid w:val="00613F14"/>
    <w:rsid w:val="0061665A"/>
    <w:rsid w:val="00626D74"/>
    <w:rsid w:val="006713D7"/>
    <w:rsid w:val="0068537B"/>
    <w:rsid w:val="006D124B"/>
    <w:rsid w:val="006F4839"/>
    <w:rsid w:val="00705ED6"/>
    <w:rsid w:val="007158A9"/>
    <w:rsid w:val="00716510"/>
    <w:rsid w:val="0072556D"/>
    <w:rsid w:val="007656E0"/>
    <w:rsid w:val="00774F08"/>
    <w:rsid w:val="007B35D2"/>
    <w:rsid w:val="007E4510"/>
    <w:rsid w:val="007E5FF4"/>
    <w:rsid w:val="00801EE9"/>
    <w:rsid w:val="008328C9"/>
    <w:rsid w:val="008458E9"/>
    <w:rsid w:val="00870E39"/>
    <w:rsid w:val="00882F9E"/>
    <w:rsid w:val="0089109A"/>
    <w:rsid w:val="008F06D4"/>
    <w:rsid w:val="00960782"/>
    <w:rsid w:val="009C01C6"/>
    <w:rsid w:val="009F3A44"/>
    <w:rsid w:val="00A403C7"/>
    <w:rsid w:val="00A47A40"/>
    <w:rsid w:val="00B02E04"/>
    <w:rsid w:val="00B241C5"/>
    <w:rsid w:val="00B26DA5"/>
    <w:rsid w:val="00B310FE"/>
    <w:rsid w:val="00B42B17"/>
    <w:rsid w:val="00B540DD"/>
    <w:rsid w:val="00B825F4"/>
    <w:rsid w:val="00BC2CF7"/>
    <w:rsid w:val="00BE2BD2"/>
    <w:rsid w:val="00C10378"/>
    <w:rsid w:val="00C26B71"/>
    <w:rsid w:val="00C36E6D"/>
    <w:rsid w:val="00C641AD"/>
    <w:rsid w:val="00CA46BD"/>
    <w:rsid w:val="00CB14AD"/>
    <w:rsid w:val="00CD631C"/>
    <w:rsid w:val="00D01133"/>
    <w:rsid w:val="00D075C7"/>
    <w:rsid w:val="00D94612"/>
    <w:rsid w:val="00DA686A"/>
    <w:rsid w:val="00E07299"/>
    <w:rsid w:val="00E21DC2"/>
    <w:rsid w:val="00E73842"/>
    <w:rsid w:val="00E92D8B"/>
    <w:rsid w:val="00F4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A40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4839"/>
    <w:rPr>
      <w:rFonts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179</Words>
  <Characters>1077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Użytkownik</cp:lastModifiedBy>
  <cp:revision>14</cp:revision>
  <dcterms:created xsi:type="dcterms:W3CDTF">2017-01-08T18:26:00Z</dcterms:created>
  <dcterms:modified xsi:type="dcterms:W3CDTF">2017-12-28T22:21:00Z</dcterms:modified>
</cp:coreProperties>
</file>